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1291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D50BE68" w14:textId="77777777" w:rsidR="0071566B" w:rsidRPr="009C54AE" w:rsidRDefault="0071566B" w:rsidP="007156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A57852" w14:textId="72287C85" w:rsidR="0071566B" w:rsidRPr="009C54AE" w:rsidRDefault="0071566B" w:rsidP="0071566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7F458D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7F458D">
        <w:rPr>
          <w:rFonts w:ascii="Corbel" w:hAnsi="Corbel"/>
          <w:b/>
          <w:smallCaps/>
          <w:sz w:val="24"/>
          <w:szCs w:val="24"/>
        </w:rPr>
        <w:t>3</w:t>
      </w:r>
    </w:p>
    <w:p w14:paraId="2005A1C8" w14:textId="77777777" w:rsidR="0071566B" w:rsidRDefault="0071566B" w:rsidP="007156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31C2DC8" w14:textId="55E6D037" w:rsidR="0071566B" w:rsidRPr="00EA4832" w:rsidRDefault="0071566B" w:rsidP="007156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7F458D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7F458D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B150701" w14:textId="77777777" w:rsidR="0071566B" w:rsidRPr="009C54AE" w:rsidRDefault="0071566B" w:rsidP="0071566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366FC89" w14:textId="7D868D11" w:rsidR="0085747A" w:rsidRPr="009C54AE" w:rsidRDefault="0085747A" w:rsidP="00F55ED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0F2D5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3FEDBF" w14:textId="77777777" w:rsidTr="00B819C8">
        <w:tc>
          <w:tcPr>
            <w:tcW w:w="2694" w:type="dxa"/>
            <w:vAlign w:val="center"/>
          </w:tcPr>
          <w:p w14:paraId="4EEC15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FCD9E4" w14:textId="77777777" w:rsidR="0085747A" w:rsidRPr="009C54AE" w:rsidRDefault="006838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Muzykoterapia w pracy z dzieckiem</w:t>
            </w:r>
          </w:p>
        </w:tc>
      </w:tr>
      <w:tr w:rsidR="0085747A" w:rsidRPr="009C54AE" w14:paraId="3554CA19" w14:textId="77777777" w:rsidTr="00B819C8">
        <w:tc>
          <w:tcPr>
            <w:tcW w:w="2694" w:type="dxa"/>
            <w:vAlign w:val="center"/>
          </w:tcPr>
          <w:p w14:paraId="6B90A4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F58DF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14:paraId="63086247" w14:textId="77777777" w:rsidTr="00B819C8">
        <w:tc>
          <w:tcPr>
            <w:tcW w:w="2694" w:type="dxa"/>
            <w:vAlign w:val="center"/>
          </w:tcPr>
          <w:p w14:paraId="10D9FAD9" w14:textId="77777777"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79218A" w14:textId="24ECD3A3" w:rsidR="00C64852" w:rsidRPr="009C54AE" w:rsidRDefault="00680A83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852" w:rsidRPr="009C54AE" w14:paraId="3B704E95" w14:textId="77777777" w:rsidTr="00B819C8">
        <w:tc>
          <w:tcPr>
            <w:tcW w:w="2694" w:type="dxa"/>
            <w:vAlign w:val="center"/>
          </w:tcPr>
          <w:p w14:paraId="53AF3202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1E4601" w14:textId="44CDC434" w:rsidR="00C64852" w:rsidRPr="009C54AE" w:rsidRDefault="00680A83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14:paraId="2DFA4559" w14:textId="77777777" w:rsidTr="00B819C8">
        <w:tc>
          <w:tcPr>
            <w:tcW w:w="2694" w:type="dxa"/>
            <w:vAlign w:val="center"/>
          </w:tcPr>
          <w:p w14:paraId="5E838924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100D8" w14:textId="35E42952" w:rsidR="00C64852" w:rsidRPr="009C54AE" w:rsidRDefault="006838AA" w:rsidP="001332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3326C">
              <w:rPr>
                <w:rFonts w:ascii="Corbel" w:hAnsi="Corbel"/>
                <w:b w:val="0"/>
                <w:sz w:val="24"/>
                <w:szCs w:val="24"/>
              </w:rPr>
              <w:t>, specjalność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13326C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64852" w:rsidRPr="009C54AE" w14:paraId="014FFA52" w14:textId="77777777" w:rsidTr="00B819C8">
        <w:tc>
          <w:tcPr>
            <w:tcW w:w="2694" w:type="dxa"/>
            <w:vAlign w:val="center"/>
          </w:tcPr>
          <w:p w14:paraId="754329F1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ACEEC0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64852" w:rsidRPr="009C54AE" w14:paraId="1C8EA15C" w14:textId="77777777" w:rsidTr="00B819C8">
        <w:tc>
          <w:tcPr>
            <w:tcW w:w="2694" w:type="dxa"/>
            <w:vAlign w:val="center"/>
          </w:tcPr>
          <w:p w14:paraId="7442C299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306B3C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14:paraId="67562B32" w14:textId="77777777" w:rsidTr="00B819C8">
        <w:tc>
          <w:tcPr>
            <w:tcW w:w="2694" w:type="dxa"/>
            <w:vAlign w:val="center"/>
          </w:tcPr>
          <w:p w14:paraId="26D1019E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37D0E8" w14:textId="77777777" w:rsidR="00C64852" w:rsidRPr="009C54AE" w:rsidRDefault="007208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2627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4852" w:rsidRPr="009C54AE" w14:paraId="25D12273" w14:textId="77777777" w:rsidTr="00B819C8">
        <w:tc>
          <w:tcPr>
            <w:tcW w:w="2694" w:type="dxa"/>
            <w:vAlign w:val="center"/>
          </w:tcPr>
          <w:p w14:paraId="6FC411FA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F2847A" w14:textId="25BC24A2" w:rsidR="00C64852" w:rsidRPr="009C54AE" w:rsidRDefault="007C4DD1" w:rsidP="001332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, 3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64852" w:rsidRPr="009C54AE" w14:paraId="394113A8" w14:textId="77777777" w:rsidTr="00B819C8">
        <w:tc>
          <w:tcPr>
            <w:tcW w:w="2694" w:type="dxa"/>
            <w:vAlign w:val="center"/>
          </w:tcPr>
          <w:p w14:paraId="63235F5B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0E0E22" w14:textId="77777777" w:rsidR="00C64852" w:rsidRPr="009C54AE" w:rsidRDefault="007C4D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64852" w:rsidRPr="009C54AE" w14:paraId="47D79B95" w14:textId="77777777" w:rsidTr="00B819C8">
        <w:tc>
          <w:tcPr>
            <w:tcW w:w="2694" w:type="dxa"/>
            <w:vAlign w:val="center"/>
          </w:tcPr>
          <w:p w14:paraId="109BDDB0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94719E" w14:textId="5A2104F8" w:rsidR="00C64852" w:rsidRPr="009C54AE" w:rsidRDefault="001332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C4D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14:paraId="76B07CA9" w14:textId="77777777" w:rsidTr="00B819C8">
        <w:tc>
          <w:tcPr>
            <w:tcW w:w="2694" w:type="dxa"/>
            <w:vAlign w:val="center"/>
          </w:tcPr>
          <w:p w14:paraId="35786D29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00830D" w14:textId="77777777" w:rsidR="00C64852" w:rsidRPr="009C54AE" w:rsidRDefault="00326277" w:rsidP="006838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838AA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</w:p>
        </w:tc>
      </w:tr>
      <w:tr w:rsidR="00C64852" w:rsidRPr="009C54AE" w14:paraId="15F7814A" w14:textId="77777777" w:rsidTr="00B819C8">
        <w:tc>
          <w:tcPr>
            <w:tcW w:w="2694" w:type="dxa"/>
            <w:vAlign w:val="center"/>
          </w:tcPr>
          <w:p w14:paraId="6BAB51A8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689A63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327A5A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0A29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D65C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AC2BB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2A79DB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9B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51725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BD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C2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3FF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E4D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44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C09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8F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1C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EB3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9B9A94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6C3F" w14:textId="77777777" w:rsidR="00015B8F" w:rsidRPr="009C54AE" w:rsidRDefault="007C4D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5C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080E" w14:textId="77777777" w:rsidR="00015B8F" w:rsidRPr="009C54AE" w:rsidRDefault="007208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C67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CB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7D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02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23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B3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15D1" w14:textId="77777777" w:rsidR="00015B8F" w:rsidRPr="009C54AE" w:rsidRDefault="006838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9ECA2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BF0D9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79539C" w14:textId="77777777" w:rsidR="0085747A" w:rsidRPr="005C064B" w:rsidRDefault="00326277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5C064B">
        <w:rPr>
          <w:rFonts w:ascii="MS Gothic" w:eastAsia="MS Gothic" w:hAnsi="MS Gothic" w:cs="MS Gothic"/>
          <w:bCs/>
          <w:szCs w:val="24"/>
        </w:rPr>
        <w:t>x</w:t>
      </w:r>
      <w:r w:rsidR="0085747A" w:rsidRPr="005C064B">
        <w:rPr>
          <w:rFonts w:ascii="Corbel" w:hAnsi="Corbel"/>
          <w:bCs/>
          <w:smallCaps w:val="0"/>
          <w:szCs w:val="24"/>
        </w:rPr>
        <w:t xml:space="preserve"> </w:t>
      </w:r>
      <w:r w:rsidR="0085747A" w:rsidRPr="005C064B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="0085747A" w:rsidRPr="005C064B">
        <w:rPr>
          <w:rFonts w:ascii="Corbel" w:hAnsi="Corbel"/>
          <w:bCs/>
          <w:smallCaps w:val="0"/>
          <w:szCs w:val="24"/>
        </w:rPr>
        <w:t xml:space="preserve"> </w:t>
      </w:r>
    </w:p>
    <w:p w14:paraId="55898E3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22C3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FA8437" w14:textId="685999EA" w:rsidR="009C54AE" w:rsidRDefault="00E22FBC" w:rsidP="005C06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6AAEDEE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AB766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5ADD40" w14:textId="77777777" w:rsidTr="00745302">
        <w:tc>
          <w:tcPr>
            <w:tcW w:w="9670" w:type="dxa"/>
          </w:tcPr>
          <w:p w14:paraId="39EB1A40" w14:textId="5520A82C" w:rsidR="0085747A" w:rsidRPr="006838AA" w:rsidRDefault="006838A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C007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Posiadanie wiedzy z </w:t>
            </w:r>
            <w:r w:rsidR="005C064B" w:rsidRPr="002C007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zakresu edukacji</w:t>
            </w:r>
            <w:r w:rsidRPr="002C007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muzycznej dziec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i oraz z terapii pedagogicznej.</w:t>
            </w:r>
          </w:p>
        </w:tc>
      </w:tr>
    </w:tbl>
    <w:p w14:paraId="37E6851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8D9176" w14:textId="170FB94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5C064B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F12333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4456B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BEB29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17FF9D0" w14:textId="77777777" w:rsidTr="00923D7D">
        <w:tc>
          <w:tcPr>
            <w:tcW w:w="851" w:type="dxa"/>
            <w:vAlign w:val="center"/>
          </w:tcPr>
          <w:p w14:paraId="6ED65971" w14:textId="77777777" w:rsidR="0085747A" w:rsidRPr="00683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032374B" w14:textId="77777777" w:rsidR="0085747A" w:rsidRPr="006838AA" w:rsidRDefault="006838A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Doskonalenie warsztatu muzycznego.</w:t>
            </w:r>
          </w:p>
        </w:tc>
      </w:tr>
      <w:tr w:rsidR="006838AA" w:rsidRPr="002C007E" w14:paraId="7F5B4468" w14:textId="77777777" w:rsidTr="002E2894">
        <w:tc>
          <w:tcPr>
            <w:tcW w:w="851" w:type="dxa"/>
            <w:vAlign w:val="center"/>
          </w:tcPr>
          <w:p w14:paraId="759F5190" w14:textId="77777777" w:rsidR="006838AA" w:rsidRPr="006838AA" w:rsidRDefault="006838AA" w:rsidP="002E2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08F992" w14:textId="77777777" w:rsidR="006838AA" w:rsidRPr="006838AA" w:rsidRDefault="006838AA" w:rsidP="002E2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Wzbogacanie wiedzy dotyczącej terapeutycznych walorów muzyki.</w:t>
            </w:r>
          </w:p>
        </w:tc>
      </w:tr>
      <w:tr w:rsidR="006838AA" w:rsidRPr="002C007E" w14:paraId="08C71465" w14:textId="77777777" w:rsidTr="002E2894">
        <w:tc>
          <w:tcPr>
            <w:tcW w:w="851" w:type="dxa"/>
            <w:vAlign w:val="center"/>
          </w:tcPr>
          <w:p w14:paraId="6B5C390C" w14:textId="77777777" w:rsidR="006838AA" w:rsidRPr="006838AA" w:rsidRDefault="006838AA" w:rsidP="002E28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C057785" w14:textId="77777777" w:rsidR="006838AA" w:rsidRPr="006838AA" w:rsidRDefault="006838AA" w:rsidP="002E28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Zapoznanie z formami, metodami i technikami muzykoterapii.</w:t>
            </w:r>
          </w:p>
        </w:tc>
      </w:tr>
      <w:tr w:rsidR="006838AA" w:rsidRPr="002C007E" w14:paraId="6D0F9A04" w14:textId="77777777" w:rsidTr="002E2894">
        <w:tc>
          <w:tcPr>
            <w:tcW w:w="851" w:type="dxa"/>
            <w:vAlign w:val="center"/>
          </w:tcPr>
          <w:p w14:paraId="58660975" w14:textId="77777777" w:rsidR="006838AA" w:rsidRPr="006838AA" w:rsidRDefault="006838AA" w:rsidP="002E2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D85B222" w14:textId="77777777" w:rsidR="006838AA" w:rsidRPr="006838AA" w:rsidRDefault="006838AA" w:rsidP="002E28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Wzbogacanie poczucia odpowiedzialności za podejmowane decyzje w działaniach pedagogicznych i terapeutycznych.</w:t>
            </w:r>
          </w:p>
        </w:tc>
      </w:tr>
    </w:tbl>
    <w:p w14:paraId="0A9479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FB5D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2425A8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68AC890" w14:textId="77777777" w:rsidTr="0071620A">
        <w:tc>
          <w:tcPr>
            <w:tcW w:w="1701" w:type="dxa"/>
            <w:vAlign w:val="center"/>
          </w:tcPr>
          <w:p w14:paraId="56988DE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88464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FD2B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0654FB5" w14:textId="77777777" w:rsidTr="005E6E85">
        <w:tc>
          <w:tcPr>
            <w:tcW w:w="1701" w:type="dxa"/>
          </w:tcPr>
          <w:p w14:paraId="253D0F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7F33BD" w14:textId="537B6922" w:rsidR="0085747A" w:rsidRPr="009C54AE" w:rsidRDefault="006838AA" w:rsidP="006838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38AA">
              <w:rPr>
                <w:rFonts w:ascii="Corbel" w:hAnsi="Corbel"/>
                <w:b w:val="0"/>
                <w:smallCaps w:val="0"/>
                <w:szCs w:val="24"/>
              </w:rPr>
              <w:t xml:space="preserve">Ma wiedzę </w:t>
            </w:r>
            <w:r w:rsidR="005C064B" w:rsidRPr="006838AA">
              <w:rPr>
                <w:rFonts w:ascii="Corbel" w:hAnsi="Corbel"/>
                <w:b w:val="0"/>
                <w:smallCaps w:val="0"/>
                <w:szCs w:val="24"/>
              </w:rPr>
              <w:t>o podstawowych</w:t>
            </w:r>
            <w:r w:rsidRPr="006838AA">
              <w:rPr>
                <w:rFonts w:ascii="Corbel" w:hAnsi="Corbel"/>
                <w:b w:val="0"/>
                <w:smallCaps w:val="0"/>
                <w:szCs w:val="24"/>
              </w:rPr>
              <w:t xml:space="preserve"> pojęciach muzykoterapii oraz </w:t>
            </w:r>
            <w:r w:rsidRPr="006838AA">
              <w:rPr>
                <w:rFonts w:ascii="Corbel" w:hAnsi="Corbel"/>
                <w:b w:val="0"/>
                <w:smallCaps w:val="0"/>
                <w:szCs w:val="24"/>
              </w:rPr>
              <w:br/>
              <w:t>o miejscu i znaczeniu muzykoterapii w terapii pedagogicznej.</w:t>
            </w:r>
          </w:p>
        </w:tc>
        <w:tc>
          <w:tcPr>
            <w:tcW w:w="1873" w:type="dxa"/>
          </w:tcPr>
          <w:p w14:paraId="54F0AE8E" w14:textId="77777777" w:rsidR="0085747A" w:rsidRPr="009C54AE" w:rsidRDefault="00326277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838AA" w:rsidRPr="009C54AE" w14:paraId="1AA6E2AF" w14:textId="77777777" w:rsidTr="005E6E85">
        <w:tc>
          <w:tcPr>
            <w:tcW w:w="1701" w:type="dxa"/>
          </w:tcPr>
          <w:p w14:paraId="39AFAF97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3F00FB8" w14:textId="77777777" w:rsidR="006838AA" w:rsidRPr="006838AA" w:rsidRDefault="006838AA" w:rsidP="006838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38AA">
              <w:rPr>
                <w:rFonts w:ascii="Corbel" w:hAnsi="Corbel"/>
                <w:b w:val="0"/>
                <w:smallCaps w:val="0"/>
                <w:szCs w:val="24"/>
              </w:rPr>
              <w:t>Potrafi właściwie analizować i interpretować różne sytuacje wychowawcze, dydaktyczne i opiekuńcze.</w:t>
            </w:r>
          </w:p>
        </w:tc>
        <w:tc>
          <w:tcPr>
            <w:tcW w:w="1873" w:type="dxa"/>
          </w:tcPr>
          <w:p w14:paraId="4B97D3D8" w14:textId="77777777" w:rsidR="006838AA" w:rsidRPr="009C54AE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838AA" w:rsidRPr="009C54AE" w14:paraId="2A0F42E0" w14:textId="77777777" w:rsidTr="005E6E85">
        <w:tc>
          <w:tcPr>
            <w:tcW w:w="1701" w:type="dxa"/>
          </w:tcPr>
          <w:p w14:paraId="0F53058E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F08D1FA" w14:textId="690FA156" w:rsidR="006838AA" w:rsidRPr="006838AA" w:rsidRDefault="006838AA" w:rsidP="006838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 xml:space="preserve">Posiada umiejętność </w:t>
            </w:r>
            <w:r w:rsidR="005C064B" w:rsidRPr="006838AA">
              <w:rPr>
                <w:rFonts w:ascii="Corbel" w:hAnsi="Corbel"/>
                <w:sz w:val="24"/>
                <w:szCs w:val="24"/>
              </w:rPr>
              <w:t>korzysta</w:t>
            </w:r>
            <w:r w:rsidR="005C064B">
              <w:rPr>
                <w:rFonts w:ascii="Corbel" w:hAnsi="Corbel"/>
                <w:sz w:val="24"/>
                <w:szCs w:val="24"/>
              </w:rPr>
              <w:t>nia ze</w:t>
            </w:r>
            <w:r>
              <w:rPr>
                <w:rFonts w:ascii="Corbel" w:hAnsi="Corbel"/>
                <w:sz w:val="24"/>
                <w:szCs w:val="24"/>
              </w:rPr>
              <w:t xml:space="preserve"> źródeł multimedialnych </w:t>
            </w:r>
            <w:r w:rsidRPr="006838AA">
              <w:rPr>
                <w:rFonts w:ascii="Corbel" w:hAnsi="Corbel"/>
                <w:sz w:val="24"/>
                <w:szCs w:val="24"/>
              </w:rPr>
              <w:t>w celu samodzielnego wzbog</w:t>
            </w:r>
            <w:r>
              <w:rPr>
                <w:rFonts w:ascii="Corbel" w:hAnsi="Corbel"/>
                <w:sz w:val="24"/>
                <w:szCs w:val="24"/>
              </w:rPr>
              <w:t xml:space="preserve">acania swojej wiedzy muzycznej </w:t>
            </w:r>
            <w:r w:rsidRPr="006838AA">
              <w:rPr>
                <w:rFonts w:ascii="Corbel" w:hAnsi="Corbel"/>
                <w:sz w:val="24"/>
                <w:szCs w:val="24"/>
              </w:rPr>
              <w:t>i terapeutycznej.</w:t>
            </w:r>
          </w:p>
        </w:tc>
        <w:tc>
          <w:tcPr>
            <w:tcW w:w="1873" w:type="dxa"/>
          </w:tcPr>
          <w:p w14:paraId="106C6945" w14:textId="77777777" w:rsidR="006838AA" w:rsidRPr="009C54AE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838AA" w:rsidRPr="009C54AE" w14:paraId="7FD41960" w14:textId="77777777" w:rsidTr="005E6E85">
        <w:tc>
          <w:tcPr>
            <w:tcW w:w="1701" w:type="dxa"/>
          </w:tcPr>
          <w:p w14:paraId="268557CE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48637CD" w14:textId="77777777" w:rsidR="006838AA" w:rsidRPr="006838AA" w:rsidRDefault="006838AA" w:rsidP="006838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>Przewiduje skutki prowadzonych działań terapeutycznych, posiada umiejętność rozstrzygania dylematów etycznych oraz kierowania się zasadami etyki w działaniach pedagogicznych.</w:t>
            </w:r>
          </w:p>
        </w:tc>
        <w:tc>
          <w:tcPr>
            <w:tcW w:w="1873" w:type="dxa"/>
          </w:tcPr>
          <w:p w14:paraId="0C1795A2" w14:textId="77777777" w:rsidR="006838AA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6838AA" w:rsidRPr="009C54AE" w14:paraId="1BA78AAF" w14:textId="77777777" w:rsidTr="005E6E85">
        <w:tc>
          <w:tcPr>
            <w:tcW w:w="1701" w:type="dxa"/>
          </w:tcPr>
          <w:p w14:paraId="06DE7A8E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01044AC" w14:textId="77777777" w:rsidR="006838AA" w:rsidRPr="006838AA" w:rsidRDefault="006838AA" w:rsidP="006838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>Posiada świadomość swojej wiedzy i umiejętności w zakresie terapii muzycznej oraz konie</w:t>
            </w:r>
            <w:r>
              <w:rPr>
                <w:rFonts w:ascii="Corbel" w:hAnsi="Corbel"/>
                <w:sz w:val="24"/>
                <w:szCs w:val="24"/>
              </w:rPr>
              <w:t xml:space="preserve">czności ciągłego dokształcania </w:t>
            </w:r>
            <w:r w:rsidRPr="006838AA">
              <w:rPr>
                <w:rFonts w:ascii="Corbel" w:hAnsi="Corbel"/>
                <w:sz w:val="24"/>
                <w:szCs w:val="24"/>
              </w:rPr>
              <w:t>i doskonalenia zawodowego.</w:t>
            </w:r>
          </w:p>
        </w:tc>
        <w:tc>
          <w:tcPr>
            <w:tcW w:w="1873" w:type="dxa"/>
          </w:tcPr>
          <w:p w14:paraId="2B273EF8" w14:textId="77777777" w:rsidR="006838AA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58026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466F6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92DC74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C437D8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3C3221" w14:textId="77777777" w:rsidTr="00923D7D">
        <w:tc>
          <w:tcPr>
            <w:tcW w:w="9639" w:type="dxa"/>
          </w:tcPr>
          <w:p w14:paraId="4432C85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78225DD" w14:textId="77777777" w:rsidTr="00923D7D">
        <w:tc>
          <w:tcPr>
            <w:tcW w:w="9639" w:type="dxa"/>
          </w:tcPr>
          <w:p w14:paraId="7F5C003D" w14:textId="77777777" w:rsidR="0085747A" w:rsidRPr="009C54AE" w:rsidRDefault="00DB31D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</w:t>
            </w:r>
          </w:p>
        </w:tc>
      </w:tr>
    </w:tbl>
    <w:p w14:paraId="665FFC9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6A6B5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CA41EA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E892D65" w14:textId="77777777" w:rsidTr="00923D7D">
        <w:tc>
          <w:tcPr>
            <w:tcW w:w="9639" w:type="dxa"/>
          </w:tcPr>
          <w:p w14:paraId="0F38BBC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31DD" w:rsidRPr="009C54AE" w14:paraId="5AE3DF24" w14:textId="77777777" w:rsidTr="00923D7D">
        <w:tc>
          <w:tcPr>
            <w:tcW w:w="9639" w:type="dxa"/>
          </w:tcPr>
          <w:p w14:paraId="3F9F3C94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B31DD">
              <w:rPr>
                <w:rFonts w:ascii="Corbel" w:hAnsi="Corbel"/>
                <w:sz w:val="24"/>
                <w:szCs w:val="24"/>
              </w:rPr>
              <w:t>Thymiczne</w:t>
            </w:r>
            <w:proofErr w:type="spellEnd"/>
            <w:r w:rsidRPr="00DB31DD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DB31DD">
              <w:rPr>
                <w:rFonts w:ascii="Corbel" w:hAnsi="Corbel"/>
                <w:sz w:val="24"/>
                <w:szCs w:val="24"/>
              </w:rPr>
              <w:t>phroniczne</w:t>
            </w:r>
            <w:proofErr w:type="spellEnd"/>
            <w:r w:rsidRPr="00DB31DD">
              <w:rPr>
                <w:rFonts w:ascii="Corbel" w:hAnsi="Corbel"/>
                <w:sz w:val="24"/>
                <w:szCs w:val="24"/>
              </w:rPr>
              <w:t xml:space="preserve"> walory muzyki – oddziaływania muzyczne.</w:t>
            </w:r>
          </w:p>
        </w:tc>
      </w:tr>
      <w:tr w:rsidR="00DB31DD" w:rsidRPr="009C54AE" w14:paraId="23EFD3BD" w14:textId="77777777" w:rsidTr="00923D7D">
        <w:tc>
          <w:tcPr>
            <w:tcW w:w="9639" w:type="dxa"/>
          </w:tcPr>
          <w:p w14:paraId="72F45F10" w14:textId="77777777" w:rsidR="00DB31DD" w:rsidRPr="00DB31DD" w:rsidRDefault="00DB31DD" w:rsidP="00DB31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Muzykoterapia receptywna i aktywna.</w:t>
            </w:r>
          </w:p>
        </w:tc>
      </w:tr>
      <w:tr w:rsidR="00DB31DD" w:rsidRPr="009C54AE" w14:paraId="441BDBF0" w14:textId="77777777" w:rsidTr="00923D7D">
        <w:tc>
          <w:tcPr>
            <w:tcW w:w="9639" w:type="dxa"/>
          </w:tcPr>
          <w:p w14:paraId="429AB4EE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Metody i techniki muzykoterapii w pracy z dzieckiem.</w:t>
            </w:r>
          </w:p>
        </w:tc>
      </w:tr>
      <w:tr w:rsidR="00DB31DD" w:rsidRPr="009C54AE" w14:paraId="294F8A60" w14:textId="77777777" w:rsidTr="00923D7D">
        <w:tc>
          <w:tcPr>
            <w:tcW w:w="9639" w:type="dxa"/>
          </w:tcPr>
          <w:p w14:paraId="7BD158FB" w14:textId="6E62E93A" w:rsidR="00DB31DD" w:rsidRPr="00DB31DD" w:rsidRDefault="00DB31DD" w:rsidP="00DB3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 xml:space="preserve">Sposoby wykorzystania prostych </w:t>
            </w:r>
            <w:r w:rsidR="005C064B" w:rsidRPr="00DB31DD">
              <w:rPr>
                <w:rFonts w:ascii="Corbel" w:hAnsi="Corbel"/>
                <w:sz w:val="24"/>
                <w:szCs w:val="24"/>
              </w:rPr>
              <w:t>instrumentów perkusyjnych</w:t>
            </w:r>
            <w:r w:rsidRPr="00DB31DD">
              <w:rPr>
                <w:rFonts w:ascii="Corbel" w:hAnsi="Corbel"/>
                <w:sz w:val="24"/>
                <w:szCs w:val="24"/>
              </w:rPr>
              <w:t xml:space="preserve"> o określonej </w:t>
            </w:r>
            <w:r w:rsidRPr="00DB31DD">
              <w:rPr>
                <w:rFonts w:ascii="Corbel" w:hAnsi="Corbel"/>
                <w:sz w:val="24"/>
                <w:szCs w:val="24"/>
              </w:rPr>
              <w:br/>
              <w:t>i nieokreślonej wysokości dźwięku w pracy z dzieckiem w muzykoterapii aktywnej.</w:t>
            </w:r>
          </w:p>
        </w:tc>
      </w:tr>
      <w:tr w:rsidR="00DB31DD" w:rsidRPr="009C54AE" w14:paraId="180920AE" w14:textId="77777777" w:rsidTr="00923D7D">
        <w:tc>
          <w:tcPr>
            <w:tcW w:w="9639" w:type="dxa"/>
          </w:tcPr>
          <w:p w14:paraId="6B7C3BA5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Piosenka w terapii dziecka.</w:t>
            </w:r>
          </w:p>
        </w:tc>
      </w:tr>
      <w:tr w:rsidR="00DB31DD" w:rsidRPr="009C54AE" w14:paraId="36F22E06" w14:textId="77777777" w:rsidTr="00923D7D">
        <w:tc>
          <w:tcPr>
            <w:tcW w:w="9639" w:type="dxa"/>
          </w:tcPr>
          <w:p w14:paraId="313770E1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Organizacja i przebieg przykładowych zajęć muzykoterapeutycznych.</w:t>
            </w:r>
          </w:p>
        </w:tc>
      </w:tr>
      <w:tr w:rsidR="00DB31DD" w:rsidRPr="009C54AE" w14:paraId="3816589D" w14:textId="77777777" w:rsidTr="00923D7D">
        <w:tc>
          <w:tcPr>
            <w:tcW w:w="9639" w:type="dxa"/>
          </w:tcPr>
          <w:p w14:paraId="03DC5E32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Scenariusze zajęć muzykoterapeutycznych.</w:t>
            </w:r>
          </w:p>
        </w:tc>
      </w:tr>
    </w:tbl>
    <w:p w14:paraId="4C525E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02D13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A2124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7FC762" w14:textId="77777777" w:rsidR="00DB31DD" w:rsidRPr="00DB31DD" w:rsidRDefault="00DB31DD" w:rsidP="00DB31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B31DD">
        <w:rPr>
          <w:rFonts w:ascii="Corbel" w:hAnsi="Corbel"/>
          <w:b w:val="0"/>
          <w:smallCaps w:val="0"/>
          <w:szCs w:val="24"/>
        </w:rPr>
        <w:t>Projekt wdrożeniowy, projekt praktyczny, dyskusja, praca w grupach.</w:t>
      </w:r>
    </w:p>
    <w:p w14:paraId="1510ED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78994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9CC1D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C5ED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45E1F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5F96E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CC79549" w14:textId="77777777" w:rsidTr="00C05F44">
        <w:tc>
          <w:tcPr>
            <w:tcW w:w="1985" w:type="dxa"/>
            <w:vAlign w:val="center"/>
          </w:tcPr>
          <w:p w14:paraId="5D04CB2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F36FD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51653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490879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AE82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B31DD" w:rsidRPr="009C54AE" w14:paraId="42BE2CD7" w14:textId="77777777" w:rsidTr="00C05F44">
        <w:tc>
          <w:tcPr>
            <w:tcW w:w="1985" w:type="dxa"/>
          </w:tcPr>
          <w:p w14:paraId="6FB6E8A9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31D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7087EC0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projektowa</w:t>
            </w:r>
          </w:p>
        </w:tc>
        <w:tc>
          <w:tcPr>
            <w:tcW w:w="2126" w:type="dxa"/>
          </w:tcPr>
          <w:p w14:paraId="7BF36031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B31DD" w:rsidRPr="009C54AE" w14:paraId="69C3B4F0" w14:textId="77777777" w:rsidTr="00C05F44">
        <w:tc>
          <w:tcPr>
            <w:tcW w:w="1985" w:type="dxa"/>
          </w:tcPr>
          <w:p w14:paraId="14CB0375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B5060B1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i obserwacja w trakcie zajęć</w:t>
            </w:r>
          </w:p>
        </w:tc>
        <w:tc>
          <w:tcPr>
            <w:tcW w:w="2126" w:type="dxa"/>
          </w:tcPr>
          <w:p w14:paraId="659A4130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B31DD" w:rsidRPr="009C54AE" w14:paraId="66536F05" w14:textId="77777777" w:rsidTr="00C05F44">
        <w:tc>
          <w:tcPr>
            <w:tcW w:w="1985" w:type="dxa"/>
          </w:tcPr>
          <w:p w14:paraId="1401479D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024FF25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i</w:t>
            </w:r>
            <w:r w:rsid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65CEF40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cw</w:t>
            </w:r>
            <w:proofErr w:type="spellEnd"/>
          </w:p>
        </w:tc>
      </w:tr>
      <w:tr w:rsidR="00DB31DD" w:rsidRPr="009C54AE" w14:paraId="371634E9" w14:textId="77777777" w:rsidTr="00C05F44">
        <w:tc>
          <w:tcPr>
            <w:tcW w:w="1985" w:type="dxa"/>
          </w:tcPr>
          <w:p w14:paraId="29D70DED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A3E0148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i obserwacja w trakcie zajęć</w:t>
            </w:r>
          </w:p>
        </w:tc>
        <w:tc>
          <w:tcPr>
            <w:tcW w:w="2126" w:type="dxa"/>
          </w:tcPr>
          <w:p w14:paraId="77C40C3B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cw</w:t>
            </w:r>
            <w:proofErr w:type="spellEnd"/>
          </w:p>
        </w:tc>
      </w:tr>
      <w:tr w:rsidR="00DB31DD" w:rsidRPr="009C54AE" w14:paraId="06C9590D" w14:textId="77777777" w:rsidTr="00C05F44">
        <w:tc>
          <w:tcPr>
            <w:tcW w:w="1985" w:type="dxa"/>
          </w:tcPr>
          <w:p w14:paraId="69F8A3B0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2AC7700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ze studentem</w:t>
            </w:r>
          </w:p>
        </w:tc>
        <w:tc>
          <w:tcPr>
            <w:tcW w:w="2126" w:type="dxa"/>
          </w:tcPr>
          <w:p w14:paraId="2D5DE93B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569FF5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4BE1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FAD2EF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A37764" w14:textId="77777777" w:rsidTr="00923D7D">
        <w:tc>
          <w:tcPr>
            <w:tcW w:w="9670" w:type="dxa"/>
          </w:tcPr>
          <w:p w14:paraId="11F016B2" w14:textId="2F2C785F" w:rsidR="0085747A" w:rsidRPr="00DB31DD" w:rsidRDefault="00DB3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szCs w:val="24"/>
              </w:rPr>
              <w:t>Warunkiem podstawowym zaliczenia jest ob</w:t>
            </w:r>
            <w:r w:rsidRPr="00DB31DD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cność na zajęciach i aktywny w nich udział. Wysokość </w:t>
            </w:r>
            <w:r w:rsidR="005C064B" w:rsidRPr="00DB31DD">
              <w:rPr>
                <w:rFonts w:ascii="Corbel" w:hAnsi="Corbel"/>
                <w:b w:val="0"/>
                <w:smallCaps w:val="0"/>
                <w:szCs w:val="24"/>
              </w:rPr>
              <w:t>oceny zależy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natomiast od stopnia jakości merytorycznej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zygotowanej 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projekto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wej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42811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704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0BC6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496DD1" w14:textId="77777777" w:rsidTr="003E1941">
        <w:tc>
          <w:tcPr>
            <w:tcW w:w="4962" w:type="dxa"/>
            <w:vAlign w:val="center"/>
          </w:tcPr>
          <w:p w14:paraId="32D029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6D29FC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39AC3F" w14:textId="77777777" w:rsidTr="00923D7D">
        <w:tc>
          <w:tcPr>
            <w:tcW w:w="4962" w:type="dxa"/>
          </w:tcPr>
          <w:p w14:paraId="6106A598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70B9AAC" w14:textId="77777777" w:rsidR="0085747A" w:rsidRPr="009C54AE" w:rsidRDefault="007208EE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D773F23" w14:textId="77777777" w:rsidTr="00923D7D">
        <w:tc>
          <w:tcPr>
            <w:tcW w:w="4962" w:type="dxa"/>
          </w:tcPr>
          <w:p w14:paraId="0691DF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27D537" w14:textId="23989DB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42B5562" w14:textId="77777777" w:rsidR="00C61DC5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6D643DF" w14:textId="77777777" w:rsidTr="00923D7D">
        <w:tc>
          <w:tcPr>
            <w:tcW w:w="4962" w:type="dxa"/>
          </w:tcPr>
          <w:p w14:paraId="32BDCD7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68077CB" w14:textId="07A97D2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C064B">
              <w:rPr>
                <w:rFonts w:ascii="Corbel" w:hAnsi="Corbel"/>
                <w:sz w:val="24"/>
                <w:szCs w:val="24"/>
              </w:rPr>
              <w:t>opracowanie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80829B" w14:textId="77777777" w:rsidR="00C61DC5" w:rsidRDefault="007208EE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521F68AC" w14:textId="77777777" w:rsidR="00DB31DD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9FF6BC6" w14:textId="77777777" w:rsidR="00DB31DD" w:rsidRPr="009C54AE" w:rsidRDefault="007208EE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99B724E" w14:textId="77777777" w:rsidTr="00923D7D">
        <w:tc>
          <w:tcPr>
            <w:tcW w:w="4962" w:type="dxa"/>
          </w:tcPr>
          <w:p w14:paraId="14F6C40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CA869F" w14:textId="77777777" w:rsidR="0085747A" w:rsidRPr="009C54AE" w:rsidRDefault="007208EE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507430C" w14:textId="77777777" w:rsidTr="00923D7D">
        <w:tc>
          <w:tcPr>
            <w:tcW w:w="4962" w:type="dxa"/>
          </w:tcPr>
          <w:p w14:paraId="6B7CED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AD7FA9" w14:textId="77777777" w:rsidR="0085747A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A3F6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2A0B3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FD89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380E2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48563DC" w14:textId="77777777" w:rsidTr="0071620A">
        <w:trPr>
          <w:trHeight w:val="397"/>
        </w:trPr>
        <w:tc>
          <w:tcPr>
            <w:tcW w:w="3544" w:type="dxa"/>
          </w:tcPr>
          <w:p w14:paraId="22874D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A282EC" w14:textId="77777777" w:rsidR="0085747A" w:rsidRPr="009C54AE" w:rsidRDefault="007C4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</w:t>
            </w:r>
          </w:p>
        </w:tc>
      </w:tr>
      <w:tr w:rsidR="0085747A" w:rsidRPr="009C54AE" w14:paraId="321EF684" w14:textId="77777777" w:rsidTr="0071620A">
        <w:trPr>
          <w:trHeight w:val="397"/>
        </w:trPr>
        <w:tc>
          <w:tcPr>
            <w:tcW w:w="3544" w:type="dxa"/>
          </w:tcPr>
          <w:p w14:paraId="6C54DD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CB8E4E" w14:textId="77777777" w:rsidR="0085747A" w:rsidRPr="009C54AE" w:rsidRDefault="007C4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----------------------------------------</w:t>
            </w:r>
          </w:p>
        </w:tc>
      </w:tr>
    </w:tbl>
    <w:p w14:paraId="68E3F7E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AB0E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944D3B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8F32893" w14:textId="77777777" w:rsidTr="0071620A">
        <w:trPr>
          <w:trHeight w:val="397"/>
        </w:trPr>
        <w:tc>
          <w:tcPr>
            <w:tcW w:w="7513" w:type="dxa"/>
          </w:tcPr>
          <w:p w14:paraId="007BED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4A7AAF" w14:textId="77777777" w:rsidR="00DB31DD" w:rsidRPr="00DB31DD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Galińska E., </w:t>
            </w:r>
            <w:r w:rsidRPr="007C4DD1">
              <w:rPr>
                <w:rFonts w:ascii="Corbel" w:hAnsi="Corbel"/>
                <w:b w:val="0"/>
                <w:i/>
                <w:smallCaps w:val="0"/>
                <w:szCs w:val="24"/>
              </w:rPr>
              <w:t>Muzykoterapia w terapii. Psychologiczne i fizjologiczne mechanizmy jej działania,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Warszawa 2006.</w:t>
            </w:r>
          </w:p>
          <w:p w14:paraId="1D5166C4" w14:textId="77777777" w:rsidR="00DB31DD" w:rsidRPr="00DB31DD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E.J.,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Arteterapia w teorii i praktyce, Impuls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2003.</w:t>
            </w:r>
          </w:p>
          <w:p w14:paraId="56E02E5A" w14:textId="77777777" w:rsidR="00DB31DD" w:rsidRPr="00DB31DD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Lewandowska K.,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dziecięca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2001.</w:t>
            </w:r>
          </w:p>
          <w:p w14:paraId="715F1D47" w14:textId="77777777" w:rsidR="00DB31DD" w:rsidRPr="009C54AE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Metera</w:t>
            </w:r>
            <w:proofErr w:type="spellEnd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w medycynie i edukacji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Leszno 2002.</w:t>
            </w:r>
          </w:p>
        </w:tc>
      </w:tr>
      <w:tr w:rsidR="0085747A" w:rsidRPr="009C54AE" w14:paraId="36D45409" w14:textId="77777777" w:rsidTr="0071620A">
        <w:trPr>
          <w:trHeight w:val="397"/>
        </w:trPr>
        <w:tc>
          <w:tcPr>
            <w:tcW w:w="7513" w:type="dxa"/>
          </w:tcPr>
          <w:p w14:paraId="53686BF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01BC8A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mallCaps w:val="0"/>
                <w:szCs w:val="24"/>
              </w:rPr>
              <w:t>Lecourt</w:t>
            </w:r>
            <w:proofErr w:type="spellEnd"/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7C4DD1">
              <w:rPr>
                <w:rFonts w:ascii="Corbel" w:hAnsi="Corbel"/>
                <w:b w:val="0"/>
                <w:i/>
                <w:smallCaps w:val="0"/>
                <w:szCs w:val="24"/>
              </w:rPr>
              <w:t>Muzykoterapia czyli jak wykorzystać siłę dźwięków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, Chorzów 2008.</w:t>
            </w:r>
          </w:p>
          <w:p w14:paraId="25AAD89F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Natanson T.,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nauki o muzykoterapii,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1997.</w:t>
            </w:r>
          </w:p>
          <w:p w14:paraId="2645011D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Natanson.T</w:t>
            </w:r>
            <w:proofErr w:type="spellEnd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Programowanie muzyki terapeutycznej. Zarys podstaw teoretycznych,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1992.</w:t>
            </w:r>
          </w:p>
          <w:p w14:paraId="40487599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Stadnicka J.,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dzieci muzyką, ruchem i mową,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1998.</w:t>
            </w:r>
          </w:p>
        </w:tc>
      </w:tr>
    </w:tbl>
    <w:p w14:paraId="0AA8B4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2F42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F95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CBFAA" w14:textId="77777777" w:rsidR="00CF61CA" w:rsidRDefault="00CF61CA" w:rsidP="00C16ABF">
      <w:pPr>
        <w:spacing w:after="0" w:line="240" w:lineRule="auto"/>
      </w:pPr>
      <w:r>
        <w:separator/>
      </w:r>
    </w:p>
  </w:endnote>
  <w:endnote w:type="continuationSeparator" w:id="0">
    <w:p w14:paraId="1058A96A" w14:textId="77777777" w:rsidR="00CF61CA" w:rsidRDefault="00CF61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EDD35" w14:textId="77777777" w:rsidR="00CF61CA" w:rsidRDefault="00CF61CA" w:rsidP="00C16ABF">
      <w:pPr>
        <w:spacing w:after="0" w:line="240" w:lineRule="auto"/>
      </w:pPr>
      <w:r>
        <w:separator/>
      </w:r>
    </w:p>
  </w:footnote>
  <w:footnote w:type="continuationSeparator" w:id="0">
    <w:p w14:paraId="269EEEA7" w14:textId="77777777" w:rsidR="00CF61CA" w:rsidRDefault="00CF61CA" w:rsidP="00C16ABF">
      <w:pPr>
        <w:spacing w:after="0" w:line="240" w:lineRule="auto"/>
      </w:pPr>
      <w:r>
        <w:continuationSeparator/>
      </w:r>
    </w:p>
  </w:footnote>
  <w:footnote w:id="1">
    <w:p w14:paraId="7AEBBB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842258"/>
    <w:multiLevelType w:val="hybridMultilevel"/>
    <w:tmpl w:val="A2CC07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82CC0"/>
    <w:multiLevelType w:val="hybridMultilevel"/>
    <w:tmpl w:val="1BBAF66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0BE1"/>
    <w:rsid w:val="000048FD"/>
    <w:rsid w:val="000077B4"/>
    <w:rsid w:val="00012E3F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326C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0B0E"/>
    <w:rsid w:val="00280FCC"/>
    <w:rsid w:val="00281FF2"/>
    <w:rsid w:val="002857DE"/>
    <w:rsid w:val="00291567"/>
    <w:rsid w:val="002A22BF"/>
    <w:rsid w:val="002A2389"/>
    <w:rsid w:val="002A30B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277"/>
    <w:rsid w:val="003343CF"/>
    <w:rsid w:val="00346FE9"/>
    <w:rsid w:val="0034759A"/>
    <w:rsid w:val="003503F6"/>
    <w:rsid w:val="00352585"/>
    <w:rsid w:val="003530DD"/>
    <w:rsid w:val="00363F78"/>
    <w:rsid w:val="0039758C"/>
    <w:rsid w:val="003A0A5B"/>
    <w:rsid w:val="003A1176"/>
    <w:rsid w:val="003C0BAE"/>
    <w:rsid w:val="003D18A9"/>
    <w:rsid w:val="003D6CE2"/>
    <w:rsid w:val="003E0A17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64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A83"/>
    <w:rsid w:val="006838AA"/>
    <w:rsid w:val="0068630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66B"/>
    <w:rsid w:val="0071620A"/>
    <w:rsid w:val="007208EE"/>
    <w:rsid w:val="00724677"/>
    <w:rsid w:val="00725459"/>
    <w:rsid w:val="007327BD"/>
    <w:rsid w:val="00734608"/>
    <w:rsid w:val="00745302"/>
    <w:rsid w:val="007461D6"/>
    <w:rsid w:val="00746EC8"/>
    <w:rsid w:val="007618F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D1"/>
    <w:rsid w:val="007D6E56"/>
    <w:rsid w:val="007F1652"/>
    <w:rsid w:val="007F4155"/>
    <w:rsid w:val="007F458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A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852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61CA"/>
    <w:rsid w:val="00CF78ED"/>
    <w:rsid w:val="00D02B25"/>
    <w:rsid w:val="00D02EBA"/>
    <w:rsid w:val="00D045D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31D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951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496"/>
    <w:rsid w:val="00F27A7B"/>
    <w:rsid w:val="00F526AF"/>
    <w:rsid w:val="00F55ED8"/>
    <w:rsid w:val="00F617C3"/>
    <w:rsid w:val="00F7066B"/>
    <w:rsid w:val="00F83B28"/>
    <w:rsid w:val="00FA46E5"/>
    <w:rsid w:val="00FB7DBA"/>
    <w:rsid w:val="00FC1C25"/>
    <w:rsid w:val="00FC209A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960AE"/>
  <w15:docId w15:val="{4A67592F-F32D-4264-880F-81764CD08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397CC-D301-46D6-AFD9-5B18C507F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796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2019-10-26T17:33:00Z</dcterms:created>
  <dcterms:modified xsi:type="dcterms:W3CDTF">2021-09-08T08:09:00Z</dcterms:modified>
</cp:coreProperties>
</file>